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3235C1" w:rsidP="00201AC2">
      <w:pPr>
        <w:spacing w:after="180"/>
        <w:rPr>
          <w:b/>
          <w:sz w:val="44"/>
          <w:szCs w:val="44"/>
        </w:rPr>
      </w:pPr>
      <w:r w:rsidRPr="003235C1">
        <w:rPr>
          <w:b/>
          <w:sz w:val="44"/>
          <w:szCs w:val="44"/>
        </w:rPr>
        <w:t>Breakfast food chain</w:t>
      </w:r>
      <w:r>
        <w:rPr>
          <w:b/>
          <w:sz w:val="44"/>
          <w:szCs w:val="44"/>
        </w:rPr>
        <w:t>s</w:t>
      </w:r>
    </w:p>
    <w:p w:rsidR="00201AC2" w:rsidRDefault="00201AC2" w:rsidP="00201AC2">
      <w:pPr>
        <w:spacing w:after="180"/>
      </w:pPr>
    </w:p>
    <w:p w:rsidR="001D50FC" w:rsidRDefault="001D50FC" w:rsidP="001D50FC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3219450" cy="2657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od-3137152_1280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87" b="6772"/>
                    <a:stretch/>
                  </pic:blipFill>
                  <pic:spPr bwMode="auto">
                    <a:xfrm>
                      <a:off x="0" y="0"/>
                      <a:ext cx="3223144" cy="2660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50FC" w:rsidRPr="001D50FC" w:rsidRDefault="001D50FC" w:rsidP="00201AC2">
      <w:pPr>
        <w:spacing w:after="180"/>
      </w:pPr>
    </w:p>
    <w:p w:rsidR="00201AC2" w:rsidRDefault="001D50FC" w:rsidP="00201AC2">
      <w:pPr>
        <w:spacing w:after="180"/>
      </w:pPr>
      <w:r>
        <w:t>Think about your breakfast this morning.</w:t>
      </w:r>
    </w:p>
    <w:p w:rsidR="001D50FC" w:rsidRDefault="001D50FC" w:rsidP="00201AC2">
      <w:pPr>
        <w:spacing w:after="180"/>
      </w:pPr>
    </w:p>
    <w:p w:rsidR="001D50FC" w:rsidRPr="001D50FC" w:rsidRDefault="001D50FC" w:rsidP="00201AC2">
      <w:pPr>
        <w:spacing w:after="180"/>
        <w:rPr>
          <w:b/>
        </w:rPr>
      </w:pPr>
      <w:r w:rsidRPr="001D50FC">
        <w:rPr>
          <w:b/>
        </w:rPr>
        <w:t>To answer</w:t>
      </w:r>
    </w:p>
    <w:p w:rsidR="00201AC2" w:rsidRDefault="001D50FC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What did you eat for breakfast? (Cereal, milk, yogurt, fruit, bread, eggs, bacon, sausages… something else)?</w:t>
      </w:r>
    </w:p>
    <w:p w:rsidR="008A1987" w:rsidRDefault="001D50FC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What ar</w:t>
      </w:r>
      <w:r w:rsidR="008A1987">
        <w:t>e the things you ate made from?</w:t>
      </w:r>
    </w:p>
    <w:p w:rsidR="001D50FC" w:rsidRDefault="001D50FC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Do the</w:t>
      </w:r>
      <w:r w:rsidR="008A1987">
        <w:t xml:space="preserve"> things you ate </w:t>
      </w:r>
      <w:r>
        <w:t>come from plants or animals?</w:t>
      </w:r>
    </w:p>
    <w:p w:rsidR="001D50FC" w:rsidRDefault="001D50FC" w:rsidP="00201AC2">
      <w:pPr>
        <w:pStyle w:val="ListParagraph"/>
        <w:numPr>
          <w:ilvl w:val="0"/>
          <w:numId w:val="2"/>
        </w:numPr>
        <w:spacing w:after="180"/>
        <w:ind w:left="567" w:hanging="567"/>
        <w:contextualSpacing w:val="0"/>
      </w:pPr>
      <w:r>
        <w:t>If you ate food made from animals, what did those animals eat?</w:t>
      </w:r>
    </w:p>
    <w:p w:rsidR="002F41B2" w:rsidRDefault="002F41B2" w:rsidP="002F41B2">
      <w:pPr>
        <w:spacing w:after="180"/>
      </w:pPr>
    </w:p>
    <w:p w:rsidR="00201AC2" w:rsidRPr="003117F6" w:rsidRDefault="00201AC2" w:rsidP="00201AC2">
      <w:pPr>
        <w:spacing w:after="180"/>
        <w:rPr>
          <w:b/>
        </w:rPr>
      </w:pPr>
      <w:r>
        <w:rPr>
          <w:b/>
        </w:rPr>
        <w:t xml:space="preserve">To </w:t>
      </w:r>
      <w:r w:rsidR="001D50FC">
        <w:rPr>
          <w:b/>
        </w:rPr>
        <w:t>do</w:t>
      </w:r>
    </w:p>
    <w:p w:rsidR="00201AC2" w:rsidRPr="001D50FC" w:rsidRDefault="001A3D3E" w:rsidP="001D50FC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Write, draw or b</w:t>
      </w:r>
      <w:r w:rsidR="001D50FC">
        <w:t xml:space="preserve">uild </w:t>
      </w:r>
      <w:r>
        <w:t xml:space="preserve">models of all the </w:t>
      </w:r>
      <w:r w:rsidR="001D50FC">
        <w:t xml:space="preserve">food chains </w:t>
      </w:r>
      <w:r>
        <w:t>involved in your breakfast.</w:t>
      </w:r>
      <w:r w:rsidR="001D50FC">
        <w:t xml:space="preserve"> 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B7B1C" w:rsidP="006F3279">
      <w:pPr>
        <w:spacing w:after="240"/>
        <w:rPr>
          <w:i/>
          <w:sz w:val="18"/>
          <w:szCs w:val="18"/>
        </w:rPr>
      </w:pPr>
      <w:r w:rsidRPr="002B7B1C">
        <w:rPr>
          <w:i/>
          <w:sz w:val="18"/>
          <w:szCs w:val="18"/>
        </w:rPr>
        <w:lastRenderedPageBreak/>
        <w:t>Biology&gt; Big idea BOE: Organisms and their environments &gt; Topic BOE1: Interdependence of organisms &gt; Key concept BOE1.1: Food chains and food webs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3235C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3235C1">
              <w:rPr>
                <w:b/>
                <w:sz w:val="40"/>
                <w:szCs w:val="40"/>
              </w:rPr>
              <w:t>Breakfast food chains</w:t>
            </w:r>
          </w:p>
        </w:tc>
      </w:tr>
    </w:tbl>
    <w:p w:rsidR="006F3279" w:rsidRDefault="006F3279" w:rsidP="001F2E8E">
      <w:pPr>
        <w:rPr>
          <w:b/>
        </w:rPr>
      </w:pPr>
    </w:p>
    <w:p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2B7B1C" w:rsidTr="002B7B1C">
        <w:trPr>
          <w:trHeight w:val="340"/>
        </w:trPr>
        <w:tc>
          <w:tcPr>
            <w:tcW w:w="2196" w:type="dxa"/>
          </w:tcPr>
          <w:p w:rsidR="002B7B1C" w:rsidRDefault="002B7B1C" w:rsidP="002B7B1C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2B7B1C" w:rsidRDefault="009C5D09" w:rsidP="002B7B1C">
            <w:pPr>
              <w:spacing w:before="60" w:after="60"/>
            </w:pPr>
            <w:r w:rsidRPr="009C5D09">
              <w:t>Feeding relationships within a community of organisms can be modelled using food chain and food web diagrams.</w:t>
            </w:r>
          </w:p>
        </w:tc>
      </w:tr>
      <w:tr w:rsidR="002B7B1C" w:rsidTr="002B7B1C">
        <w:trPr>
          <w:trHeight w:val="340"/>
        </w:trPr>
        <w:tc>
          <w:tcPr>
            <w:tcW w:w="2196" w:type="dxa"/>
          </w:tcPr>
          <w:p w:rsidR="002B7B1C" w:rsidRDefault="002B7B1C" w:rsidP="002B7B1C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2B7B1C" w:rsidRDefault="002B7B1C" w:rsidP="002B7B1C">
            <w:pPr>
              <w:spacing w:before="60" w:after="60"/>
            </w:pPr>
            <w:r w:rsidRPr="005D32F9">
              <w:t>Explain the order of organisms in a given food chain, using ideas about producers, consumers, predators and prey.</w:t>
            </w:r>
          </w:p>
          <w:p w:rsidR="002B7B1C" w:rsidRPr="005D32F9" w:rsidRDefault="002B7B1C" w:rsidP="002B7B1C">
            <w:pPr>
              <w:spacing w:before="60" w:after="60"/>
            </w:pPr>
            <w:r w:rsidRPr="005D32F9">
              <w:t xml:space="preserve">Explain that the arrows in a food chain </w:t>
            </w:r>
            <w:r w:rsidR="009C5D09">
              <w:t xml:space="preserve">diagram </w:t>
            </w:r>
            <w:bookmarkStart w:id="0" w:name="_GoBack"/>
            <w:bookmarkEnd w:id="0"/>
            <w:r w:rsidRPr="005D32F9">
              <w:t>represent transfers of biomass from producer to consumer, or from prey to predator.</w:t>
            </w:r>
          </w:p>
        </w:tc>
      </w:tr>
      <w:tr w:rsidR="002B7B1C" w:rsidTr="002B7B1C">
        <w:trPr>
          <w:trHeight w:val="340"/>
        </w:trPr>
        <w:tc>
          <w:tcPr>
            <w:tcW w:w="2196" w:type="dxa"/>
          </w:tcPr>
          <w:p w:rsidR="002B7B1C" w:rsidRDefault="002B7B1C" w:rsidP="002B7B1C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2B7B1C" w:rsidRDefault="009C4E6F" w:rsidP="002B7B1C">
            <w:pPr>
              <w:spacing w:before="60" w:after="60"/>
            </w:pPr>
            <w:r>
              <w:t xml:space="preserve">Independent research project, </w:t>
            </w:r>
            <w:r w:rsidRPr="009C4E6F">
              <w:t>modelling</w:t>
            </w:r>
          </w:p>
        </w:tc>
      </w:tr>
      <w:tr w:rsidR="002B7B1C" w:rsidTr="002B7B1C">
        <w:trPr>
          <w:trHeight w:val="340"/>
        </w:trPr>
        <w:tc>
          <w:tcPr>
            <w:tcW w:w="2196" w:type="dxa"/>
          </w:tcPr>
          <w:p w:rsidR="002B7B1C" w:rsidRDefault="002B7B1C" w:rsidP="002B7B1C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2B7B1C" w:rsidRDefault="002B7B1C" w:rsidP="002B7B1C">
            <w:pPr>
              <w:spacing w:before="60" w:after="60"/>
            </w:pPr>
            <w:r>
              <w:t>food chain, producer, consumer</w:t>
            </w:r>
          </w:p>
        </w:tc>
      </w:tr>
    </w:tbl>
    <w:p w:rsidR="00E172C6" w:rsidRDefault="00E172C6" w:rsidP="001F2E8E"/>
    <w:p w:rsidR="009C4E6F" w:rsidRPr="00645151" w:rsidRDefault="009C4E6F" w:rsidP="001F2E8E">
      <w:pPr>
        <w:spacing w:after="120"/>
      </w:pPr>
      <w:r>
        <w:t>This activity can help to increase engagement and develop students’ understanding of food chains in the context of familiar foods they have eaten</w:t>
      </w:r>
      <w:r w:rsidRPr="00645151">
        <w:t>. It can be used in response to the following diagnostic questions:</w:t>
      </w:r>
    </w:p>
    <w:p w:rsidR="009C4E6F" w:rsidRPr="00645151" w:rsidRDefault="009C4E6F" w:rsidP="001F2E8E">
      <w:pPr>
        <w:pStyle w:val="ListParagraph"/>
        <w:numPr>
          <w:ilvl w:val="0"/>
          <w:numId w:val="1"/>
        </w:numPr>
        <w:spacing w:after="120"/>
      </w:pPr>
      <w:r w:rsidRPr="00645151">
        <w:t>Diagnostic question: Food chain (1)</w:t>
      </w:r>
    </w:p>
    <w:p w:rsidR="009C4E6F" w:rsidRPr="00645151" w:rsidRDefault="009C4E6F" w:rsidP="001F2E8E">
      <w:pPr>
        <w:pStyle w:val="ListParagraph"/>
        <w:numPr>
          <w:ilvl w:val="0"/>
          <w:numId w:val="1"/>
        </w:numPr>
        <w:spacing w:after="120"/>
      </w:pPr>
      <w:r w:rsidRPr="00645151">
        <w:t>Diagnostic question: Food chain (2)</w:t>
      </w:r>
    </w:p>
    <w:p w:rsidR="009C4E6F" w:rsidRPr="00645151" w:rsidRDefault="009C4E6F" w:rsidP="001F2E8E">
      <w:pPr>
        <w:pStyle w:val="ListParagraph"/>
        <w:numPr>
          <w:ilvl w:val="0"/>
          <w:numId w:val="1"/>
        </w:numPr>
        <w:spacing w:after="120"/>
      </w:pPr>
      <w:r w:rsidRPr="00645151">
        <w:t>Diagnostic question: Bottom of the food chain</w:t>
      </w:r>
    </w:p>
    <w:p w:rsidR="009C4E6F" w:rsidRPr="00645151" w:rsidRDefault="009C4E6F" w:rsidP="001F2E8E">
      <w:pPr>
        <w:pStyle w:val="ListParagraph"/>
        <w:numPr>
          <w:ilvl w:val="0"/>
          <w:numId w:val="1"/>
        </w:numPr>
        <w:spacing w:after="120"/>
      </w:pPr>
      <w:r w:rsidRPr="00645151">
        <w:t>Diagnostic question: Links in the chain</w:t>
      </w:r>
    </w:p>
    <w:p w:rsidR="004032EA" w:rsidRPr="00A6111E" w:rsidRDefault="009C4E6F" w:rsidP="001F2E8E">
      <w:pPr>
        <w:pStyle w:val="ListParagraph"/>
        <w:numPr>
          <w:ilvl w:val="0"/>
          <w:numId w:val="1"/>
        </w:numPr>
        <w:spacing w:after="120"/>
      </w:pPr>
      <w:r w:rsidRPr="00645151">
        <w:t>Diagnostic question: What do the arrows mean?</w:t>
      </w:r>
    </w:p>
    <w:p w:rsidR="00C05571" w:rsidRPr="00A82D25" w:rsidRDefault="00BB44B4" w:rsidP="001F2E8E">
      <w:pPr>
        <w:spacing w:after="12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:rsidR="002B7B1C" w:rsidRDefault="002B7B1C" w:rsidP="001F2E8E">
      <w:pPr>
        <w:spacing w:after="120"/>
      </w:pPr>
      <w:r>
        <w:t xml:space="preserve">In a multinational study of students aged 16-18 </w:t>
      </w:r>
      <w:r>
        <w:fldChar w:fldCharType="begin"/>
      </w:r>
      <w:r>
        <w:instrText xml:space="preserve"> ADDIN EN.CITE &lt;EndNote&gt;&lt;Cite&gt;&lt;Author&gt;Barman&lt;/Author&gt;&lt;Year&gt;1995&lt;/Year&gt;&lt;IDText&gt;High school students&amp;apos; concepts regarding food chains and food webs: a multinational study&lt;/IDText&gt;&lt;DisplayText&gt;(Barman, Griffiths and Okebukola, 1995)&lt;/DisplayText&gt;&lt;record&gt;&lt;keywords&gt;&lt;keyword&gt;g6,B&lt;/keyword&gt;&lt;/keywords&gt;&lt;titles&gt;&lt;title&gt;High school students&amp;apos; concepts regarding food chains and food webs: a multinational study&lt;/title&gt;&lt;secondary-title&gt;International Journal of Science Education&lt;/secondary-title&gt;&lt;/titles&gt;&lt;pages&gt;775-782&lt;/pages&gt;&lt;number&gt;6&lt;/number&gt;&lt;contributors&gt;&lt;authors&gt;&lt;author&gt;Barman, C. R.&lt;/author&gt;&lt;author&gt;Griffiths, A. K.&lt;/author&gt;&lt;author&gt;Okebukola, P. A. O.&lt;/author&gt;&lt;/authors&gt;&lt;/contributors&gt;&lt;added-date format="utc"&gt;1528984235&lt;/added-date&gt;&lt;ref-type name="Journal Article"&gt;17&lt;/ref-type&gt;&lt;dates&gt;&lt;year&gt;1995&lt;/year&gt;&lt;/dates&gt;&lt;rec-number&gt;437&lt;/rec-number&gt;&lt;last-updated-date format="utc"&gt;1551539528&lt;/last-updated-date&gt;&lt;volume&gt;17&lt;/volume&gt;&lt;/record&gt;&lt;/Cite&gt;&lt;/EndNote&gt;</w:instrText>
      </w:r>
      <w:r>
        <w:fldChar w:fldCharType="separate"/>
      </w:r>
      <w:r>
        <w:rPr>
          <w:noProof/>
        </w:rPr>
        <w:t>(Barman, Griffiths and Okebukola, 1995)</w:t>
      </w:r>
      <w:r>
        <w:fldChar w:fldCharType="end"/>
      </w:r>
      <w:r>
        <w:t>, the majority of students described a food chain as showing ‘what eats what’ (i.e. feeding relationships); however, only approximately 10% of students used the terms ‘producer’ and ‘consumer’ when asked to explain what is shown by a food chain.</w:t>
      </w:r>
    </w:p>
    <w:p w:rsidR="002B7B1C" w:rsidRDefault="002B7B1C" w:rsidP="001F2E8E">
      <w:pPr>
        <w:spacing w:after="120"/>
      </w:pPr>
      <w:r>
        <w:t xml:space="preserve">Confusion about the direction and meaning of the arrows in a food chain is a commonly reported misunderstanding </w:t>
      </w:r>
      <w:r>
        <w:fldChar w:fldCharType="begin">
          <w:fldData xml:space="preserve">PEVuZE5vdGU+PENpdGU+PEF1dGhvcj5HYWxsZWdvczwvQXV0aG9yPjxZZWFyPjE5OTQ8L1llYXI+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PEVuZE5vdGU+PENpdGU+PEF1dGhvcj5HYWxsZWdvczwvQXV0aG9yPjxZZWFyPjE5OTQ8L1llYXI+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(Gallegos, Jerezano and Flores, 1994; Gotwals and Songer, 2010)</w:t>
      </w:r>
      <w:r>
        <w:fldChar w:fldCharType="end"/>
      </w:r>
      <w:r>
        <w:t xml:space="preserve">, and suggests that students interpret the arrow to mean “eats” </w:t>
      </w:r>
      <w:r>
        <w:fldChar w:fldCharType="begin"/>
      </w:r>
      <w:r>
        <w:instrText xml:space="preserve"> ADDIN EN.CITE &lt;EndNote&gt;&lt;Cite&gt;&lt;Author&gt;Allen&lt;/Author&gt;&lt;Year&gt;2014&lt;/Year&gt;&lt;IDText&gt;Misconceptions in Primary Science&lt;/IDText&gt;&lt;DisplayText&gt;(Allen, 2014)&lt;/DisplayText&gt;&lt;record&gt;&lt;isbn&gt;9780335262663&lt;/isbn&gt;&lt;titles&gt;&lt;title&gt;Misconceptions in Primary Science&lt;/title&gt;&lt;/titles&gt;&lt;contributors&gt;&lt;authors&gt;&lt;author&gt;Allen, Michael&lt;/author&gt;&lt;/authors&gt;&lt;/contributors&gt;&lt;edition&gt;2nd&lt;/edition&gt;&lt;added-date format="utc"&gt;1529954284&lt;/added-date&gt;&lt;pub-location&gt;Berkshire, UK&lt;/pub-location&gt;&lt;ref-type name="Book"&gt;6&lt;/ref-type&gt;&lt;dates&gt;&lt;year&gt;2014&lt;/year&gt;&lt;/dates&gt;&lt;rec-number&gt;8427&lt;/rec-number&gt;&lt;publisher&gt;Open University Press&lt;/publisher&gt;&lt;last-updated-date format="utc"&gt;1546597467&lt;/last-updated-date&gt;&lt;/record&gt;&lt;/Cite&gt;&lt;/EndNote&gt;</w:instrText>
      </w:r>
      <w:r>
        <w:fldChar w:fldCharType="separate"/>
      </w:r>
      <w:r>
        <w:rPr>
          <w:noProof/>
        </w:rPr>
        <w:t>(Allen, 2014)</w:t>
      </w:r>
      <w:r>
        <w:fldChar w:fldCharType="end"/>
      </w:r>
      <w:r>
        <w:t xml:space="preserve">. Most of the students in the study by Barman et al. </w:t>
      </w:r>
      <w:r>
        <w:fldChar w:fldCharType="begin"/>
      </w:r>
      <w:r>
        <w:instrText xml:space="preserve"> ADDIN EN.CITE &lt;EndNote&gt;&lt;Cite ExcludeAuth="1"&gt;&lt;Author&gt;Barman&lt;/Author&gt;&lt;Year&gt;1995&lt;/Year&gt;&lt;IDText&gt;High school students&amp;apos; concepts regarding food chains and food webs: a multinational study&lt;/IDText&gt;&lt;DisplayText&gt;(1995)&lt;/DisplayText&gt;&lt;record&gt;&lt;keywords&gt;&lt;keyword&gt;g6,B&lt;/keyword&gt;&lt;/keywords&gt;&lt;titles&gt;&lt;title&gt;High school students&amp;apos; concepts regarding food chains and food webs: a multinational study&lt;/title&gt;&lt;secondary-title&gt;International Journal of Science Education&lt;/secondary-title&gt;&lt;/titles&gt;&lt;pages&gt;775-782&lt;/pages&gt;&lt;number&gt;6&lt;/number&gt;&lt;contributors&gt;&lt;authors&gt;&lt;author&gt;Barman, C. R.&lt;/author&gt;&lt;author&gt;Griffiths, A. K.&lt;/author&gt;&lt;author&gt;Okebukola, P. A. O.&lt;/author&gt;&lt;/authors&gt;&lt;/contributors&gt;&lt;added-date format="utc"&gt;1528984235&lt;/added-date&gt;&lt;ref-type name="Journal Article"&gt;17&lt;/ref-type&gt;&lt;dates&gt;&lt;year&gt;1995&lt;/year&gt;&lt;/dates&gt;&lt;rec-number&gt;437&lt;/rec-number&gt;&lt;last-updated-date format="utc"&gt;1551539528&lt;/last-updated-date&gt;&lt;volume&gt;17&lt;/volume&gt;&lt;/record&gt;&lt;/Cite&gt;&lt;/EndNote&gt;</w:instrText>
      </w:r>
      <w:r>
        <w:fldChar w:fldCharType="separate"/>
      </w:r>
      <w:r>
        <w:rPr>
          <w:noProof/>
        </w:rPr>
        <w:t>(1995)</w:t>
      </w:r>
      <w:r>
        <w:fldChar w:fldCharType="end"/>
      </w:r>
      <w:r>
        <w:t xml:space="preserve"> placed the arrows the wrong way around (e.g. from predator to prey) when asked to assemble a food chain using pre-printed cards, yet when presented with a correct depiction of a food web they did not question the direction of the arrows even though in most cases they contradicted the students’ own constructions. </w:t>
      </w:r>
    </w:p>
    <w:p w:rsidR="00972187" w:rsidRDefault="002B7B1C" w:rsidP="001F2E8E">
      <w:pPr>
        <w:spacing w:after="120"/>
      </w:pPr>
      <w:r>
        <w:t xml:space="preserve">A number of authors have suggested challenging students to construct their own food chains, including for meals they have eaten themselves, to increase engagement and help develop understanding </w:t>
      </w:r>
      <w:r>
        <w:fldChar w:fldCharType="begin">
          <w:fldData xml:space="preserve">PEVuZE5vdGU+PENpdGU+PEF1dGhvcj5CYXJrZXI8L0F1dGhvcj48WWVhcj4yMDExPC9ZZWFyPjxJ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PEVuZE5vdGU+PENpdGU+PEF1dGhvcj5CYXJrZXI8L0F1dGhvcj48WWVhcj4yMDExPC9ZZWFyPjxJ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(Barker and Slingsby, 2011; Grumbine, 2012)</w:t>
      </w:r>
      <w:r>
        <w:fldChar w:fldCharType="end"/>
      </w:r>
      <w:r>
        <w:t>.</w:t>
      </w:r>
    </w:p>
    <w:p w:rsidR="007A748B" w:rsidRPr="00A82D25" w:rsidRDefault="007A748B" w:rsidP="001F2E8E">
      <w:pPr>
        <w:spacing w:after="12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</w:p>
    <w:p w:rsidR="004032EA" w:rsidRDefault="0087028F" w:rsidP="001F2E8E">
      <w:pPr>
        <w:spacing w:after="120"/>
      </w:pPr>
      <w:r>
        <w:t xml:space="preserve">Students should complete this activity individually, to think about, research and construct food chains involved in their own breakfast. </w:t>
      </w:r>
      <w:r w:rsidRPr="0087028F">
        <w:t>The activity could be set as a homework</w:t>
      </w:r>
      <w:r>
        <w:t>, and could be followed up with small group discussion of the food chains the students have assembled.</w:t>
      </w:r>
    </w:p>
    <w:p w:rsidR="005543A0" w:rsidRDefault="00905FF1" w:rsidP="001F2E8E">
      <w:pPr>
        <w:spacing w:after="120"/>
      </w:pPr>
      <w:r>
        <w:lastRenderedPageBreak/>
        <w:t>Students could construct their food chains using words, pictures (e.g. drawings or photographs), or modelling materials. They could create posters or models to present to their peers.</w:t>
      </w:r>
    </w:p>
    <w:p w:rsidR="0087028F" w:rsidRPr="005543A0" w:rsidRDefault="005543A0" w:rsidP="001F2E8E">
      <w:pPr>
        <w:spacing w:after="120"/>
        <w:rPr>
          <w:i/>
        </w:rPr>
      </w:pPr>
      <w:r w:rsidRPr="005543A0">
        <w:rPr>
          <w:i/>
        </w:rPr>
        <w:t>Differentiation</w:t>
      </w:r>
    </w:p>
    <w:p w:rsidR="005543A0" w:rsidRPr="0087028F" w:rsidRDefault="005543A0" w:rsidP="001F2E8E">
      <w:pPr>
        <w:spacing w:after="120"/>
      </w:pPr>
      <w:r>
        <w:t>Some students could be directed to pick a single foodstuff from their breakfast and construct a food chain for that, while other students could be asked to construct food chains for as many of the components of their breakfast as they can.</w:t>
      </w:r>
    </w:p>
    <w:p w:rsidR="00E172C6" w:rsidRPr="00A82D25" w:rsidRDefault="00BB44B4" w:rsidP="001F2E8E">
      <w:pPr>
        <w:spacing w:after="12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Expected answers</w:t>
      </w:r>
    </w:p>
    <w:p w:rsidR="00BF6C8A" w:rsidRDefault="00AF16AF" w:rsidP="001F2E8E">
      <w:pPr>
        <w:spacing w:after="120"/>
      </w:pPr>
      <w:r>
        <w:t>Each of the food chains constructed by students should start with a producer (usually a plant), and should end with themselves as the highest trophic level.</w:t>
      </w:r>
      <w:r w:rsidR="00A34243">
        <w:t xml:space="preserve"> Check that the arrows are the correct way around (i.e. from producers to consumers, and from prey to predators).</w:t>
      </w:r>
    </w:p>
    <w:p w:rsidR="003117F6" w:rsidRPr="00A82D25" w:rsidRDefault="00CC78A5" w:rsidP="001F2E8E">
      <w:pPr>
        <w:spacing w:after="12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:rsidR="00D278E8" w:rsidRDefault="00D278E8" w:rsidP="001F2E8E">
      <w:pPr>
        <w:spacing w:after="120"/>
      </w:pPr>
      <w:r w:rsidRPr="008A1987">
        <w:t xml:space="preserve">Developed </w:t>
      </w:r>
      <w:r w:rsidR="0015356E" w:rsidRPr="008A1987">
        <w:t xml:space="preserve">by </w:t>
      </w:r>
      <w:r w:rsidR="00F53AB2" w:rsidRPr="008A1987">
        <w:t>Alistair Moore</w:t>
      </w:r>
      <w:r w:rsidR="0015356E" w:rsidRPr="008A1987">
        <w:t xml:space="preserve"> (UYSEG), </w:t>
      </w:r>
      <w:r w:rsidRPr="008A1987">
        <w:t xml:space="preserve">from an idea </w:t>
      </w:r>
      <w:r w:rsidR="00F53AB2" w:rsidRPr="008A1987">
        <w:t xml:space="preserve">described by Barker and </w:t>
      </w:r>
      <w:proofErr w:type="spellStart"/>
      <w:r w:rsidR="00F53AB2" w:rsidRPr="008A1987">
        <w:t>Slingsby</w:t>
      </w:r>
      <w:proofErr w:type="spellEnd"/>
      <w:r w:rsidR="00F53AB2" w:rsidRPr="008A1987">
        <w:t xml:space="preserve"> </w:t>
      </w:r>
      <w:r w:rsidR="00F53AB2" w:rsidRPr="008A1987">
        <w:fldChar w:fldCharType="begin"/>
      </w:r>
      <w:r w:rsidR="00F53AB2" w:rsidRPr="008A1987">
        <w:instrText xml:space="preserve"> ADDIN EN.CITE &lt;EndNote&gt;&lt;Cite ExcludeAuth="1"&gt;&lt;Author&gt;Barker&lt;/Author&gt;&lt;Year&gt;2011&lt;/Year&gt;&lt;IDText&gt;Ecology&lt;/IDText&gt;&lt;DisplayText&gt;(2011)&lt;/DisplayText&gt;&lt;record&gt;&lt;isbn&gt;9781444124316&lt;/isbn&gt;&lt;titles&gt;&lt;title&gt;Ecology&lt;/title&gt;&lt;secondary-title&gt;ASE Science Practice: Teaching Secondary Biology&lt;/secondary-title&gt;&lt;/titles&gt;&lt;contributors&gt;&lt;authors&gt;&lt;author&gt;Barker, Susan&lt;/author&gt;&lt;author&gt;Slingsby, David&lt;/author&gt;&lt;/authors&gt;&lt;/contributors&gt;&lt;section&gt;9&lt;/section&gt;&lt;edition&gt;2nd&lt;/edition&gt;&lt;added-date format="utc"&gt;1551626463&lt;/added-date&gt;&lt;pub-location&gt;London, UK&lt;/pub-location&gt;&lt;ref-type name="Book Section"&gt;5&lt;/ref-type&gt;&lt;dates&gt;&lt;year&gt;2011&lt;/year&gt;&lt;/dates&gt;&lt;rec-number&gt;8632&lt;/rec-number&gt;&lt;publisher&gt;Hodder Education&lt;/publisher&gt;&lt;last-updated-date format="utc"&gt;1551626522&lt;/last-updated-date&gt;&lt;contributors&gt;&lt;secondary-authors&gt;&lt;author&gt;Reiss, Michael&lt;/author&gt;&lt;/secondary-authors&gt;&lt;/contributors&gt;&lt;/record&gt;&lt;/Cite&gt;&lt;/EndNote&gt;</w:instrText>
      </w:r>
      <w:r w:rsidR="00F53AB2" w:rsidRPr="008A1987">
        <w:fldChar w:fldCharType="separate"/>
      </w:r>
      <w:r w:rsidR="00F53AB2" w:rsidRPr="008A1987">
        <w:rPr>
          <w:noProof/>
        </w:rPr>
        <w:t>(2011)</w:t>
      </w:r>
      <w:r w:rsidR="00F53AB2" w:rsidRPr="008A1987">
        <w:fldChar w:fldCharType="end"/>
      </w:r>
      <w:r w:rsidRPr="008A1987">
        <w:t>.</w:t>
      </w:r>
    </w:p>
    <w:p w:rsidR="00CC78A5" w:rsidRDefault="00D278E8" w:rsidP="001F2E8E">
      <w:pPr>
        <w:spacing w:after="120"/>
      </w:pPr>
      <w:r w:rsidRPr="0045323E">
        <w:t xml:space="preserve">Images: </w:t>
      </w:r>
      <w:r w:rsidR="00F53AB2">
        <w:t>pixabay.com/</w:t>
      </w:r>
      <w:proofErr w:type="spellStart"/>
      <w:r w:rsidR="00F53AB2" w:rsidRPr="00F53AB2">
        <w:t>contatoartpix</w:t>
      </w:r>
      <w:proofErr w:type="spellEnd"/>
      <w:r w:rsidR="00F53AB2" w:rsidRPr="00F53AB2">
        <w:t xml:space="preserve"> </w:t>
      </w:r>
      <w:r w:rsidR="00F53AB2">
        <w:t>(</w:t>
      </w:r>
      <w:r w:rsidR="00F53AB2" w:rsidRPr="00F53AB2">
        <w:t>3137152</w:t>
      </w:r>
      <w:r w:rsidR="00F53AB2">
        <w:t>)</w:t>
      </w:r>
    </w:p>
    <w:p w:rsidR="003117F6" w:rsidRPr="00A82D25" w:rsidRDefault="003117F6" w:rsidP="001F2E8E">
      <w:pPr>
        <w:spacing w:after="12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:rsidR="002B7B1C" w:rsidRPr="00E33BAA" w:rsidRDefault="00F53AB2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fldChar w:fldCharType="begin"/>
      </w:r>
      <w:r w:rsidRPr="00E33BAA">
        <w:rPr>
          <w:sz w:val="20"/>
          <w:szCs w:val="20"/>
        </w:rPr>
        <w:instrText xml:space="preserve"> ADDIN EN.REFLIST </w:instrText>
      </w:r>
      <w:r w:rsidRPr="00E33BAA">
        <w:rPr>
          <w:sz w:val="20"/>
          <w:szCs w:val="20"/>
        </w:rPr>
        <w:fldChar w:fldCharType="separate"/>
      </w:r>
      <w:r w:rsidR="002B7B1C" w:rsidRPr="00E33BAA">
        <w:rPr>
          <w:sz w:val="20"/>
          <w:szCs w:val="20"/>
        </w:rPr>
        <w:t xml:space="preserve">Allen, M. (2014). </w:t>
      </w:r>
      <w:r w:rsidR="002B7B1C" w:rsidRPr="00E33BAA">
        <w:rPr>
          <w:i/>
          <w:sz w:val="20"/>
          <w:szCs w:val="20"/>
        </w:rPr>
        <w:t xml:space="preserve">Misconceptions in Primary Science, 2nd </w:t>
      </w:r>
      <w:r w:rsidR="002B7B1C" w:rsidRPr="00E33BAA">
        <w:rPr>
          <w:sz w:val="20"/>
          <w:szCs w:val="20"/>
        </w:rPr>
        <w:t>edn</w:t>
      </w:r>
      <w:r w:rsidR="002B7B1C" w:rsidRPr="00E33BAA">
        <w:rPr>
          <w:i/>
          <w:sz w:val="20"/>
          <w:szCs w:val="20"/>
        </w:rPr>
        <w:t xml:space="preserve"> </w:t>
      </w:r>
      <w:r w:rsidR="002B7B1C" w:rsidRPr="00E33BAA">
        <w:rPr>
          <w:sz w:val="20"/>
          <w:szCs w:val="20"/>
        </w:rPr>
        <w:t>Berkshire, UK: Open University Press.</w:t>
      </w:r>
    </w:p>
    <w:p w:rsidR="002B7B1C" w:rsidRPr="00E33BAA" w:rsidRDefault="002B7B1C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t xml:space="preserve">Barker, S. and Slingsby, D. (2011). Ecology. In Reiss, M. (ed.) </w:t>
      </w:r>
      <w:r w:rsidRPr="00E33BAA">
        <w:rPr>
          <w:i/>
          <w:sz w:val="20"/>
          <w:szCs w:val="20"/>
        </w:rPr>
        <w:t xml:space="preserve">ASE Science Practice: Teaching Secondary Biology. </w:t>
      </w:r>
      <w:r w:rsidRPr="00E33BAA">
        <w:rPr>
          <w:sz w:val="20"/>
          <w:szCs w:val="20"/>
        </w:rPr>
        <w:t>2nd ed. London, UK: Hodder Education.</w:t>
      </w:r>
    </w:p>
    <w:p w:rsidR="002B7B1C" w:rsidRPr="00E33BAA" w:rsidRDefault="002B7B1C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t xml:space="preserve">Barman, C. R., Griffiths, A. K. and Okebukola, P. A. O. (1995). High school students' concepts regarding food chains and food webs: a multinational study. </w:t>
      </w:r>
      <w:r w:rsidRPr="00E33BAA">
        <w:rPr>
          <w:i/>
          <w:sz w:val="20"/>
          <w:szCs w:val="20"/>
        </w:rPr>
        <w:t>International Journal of Science Education,</w:t>
      </w:r>
      <w:r w:rsidRPr="00E33BAA">
        <w:rPr>
          <w:sz w:val="20"/>
          <w:szCs w:val="20"/>
        </w:rPr>
        <w:t xml:space="preserve"> 17(6)</w:t>
      </w:r>
      <w:r w:rsidRPr="00E33BAA">
        <w:rPr>
          <w:b/>
          <w:sz w:val="20"/>
          <w:szCs w:val="20"/>
        </w:rPr>
        <w:t>,</w:t>
      </w:r>
      <w:r w:rsidRPr="00E33BAA">
        <w:rPr>
          <w:sz w:val="20"/>
          <w:szCs w:val="20"/>
        </w:rPr>
        <w:t xml:space="preserve"> 775-782.</w:t>
      </w:r>
    </w:p>
    <w:p w:rsidR="002B7B1C" w:rsidRPr="00E33BAA" w:rsidRDefault="002B7B1C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t xml:space="preserve">Gallegos, L., Jerezano, M. E. and Flores, F. (1994). Preconceptions and relations used by children in the construction of food chains. </w:t>
      </w:r>
      <w:r w:rsidRPr="00E33BAA">
        <w:rPr>
          <w:i/>
          <w:sz w:val="20"/>
          <w:szCs w:val="20"/>
        </w:rPr>
        <w:t>Journal of Research in Science Teaching,</w:t>
      </w:r>
      <w:r w:rsidRPr="00E33BAA">
        <w:rPr>
          <w:sz w:val="20"/>
          <w:szCs w:val="20"/>
        </w:rPr>
        <w:t xml:space="preserve"> 31(3)</w:t>
      </w:r>
      <w:r w:rsidRPr="00E33BAA">
        <w:rPr>
          <w:b/>
          <w:sz w:val="20"/>
          <w:szCs w:val="20"/>
        </w:rPr>
        <w:t>,</w:t>
      </w:r>
      <w:r w:rsidRPr="00E33BAA">
        <w:rPr>
          <w:sz w:val="20"/>
          <w:szCs w:val="20"/>
        </w:rPr>
        <w:t xml:space="preserve"> 259-272.</w:t>
      </w:r>
    </w:p>
    <w:p w:rsidR="002B7B1C" w:rsidRPr="00E33BAA" w:rsidRDefault="002B7B1C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t xml:space="preserve">Gotwals, A. W. and Songer, N. B. (2010). Reasoning up and down a food chain: using an assessment framework to investigate students' middle knowledge. </w:t>
      </w:r>
      <w:r w:rsidRPr="00E33BAA">
        <w:rPr>
          <w:i/>
          <w:sz w:val="20"/>
          <w:szCs w:val="20"/>
        </w:rPr>
        <w:t>Science Education,</w:t>
      </w:r>
      <w:r w:rsidRPr="00E33BAA">
        <w:rPr>
          <w:sz w:val="20"/>
          <w:szCs w:val="20"/>
        </w:rPr>
        <w:t xml:space="preserve"> 94(2)</w:t>
      </w:r>
      <w:r w:rsidRPr="00E33BAA">
        <w:rPr>
          <w:b/>
          <w:sz w:val="20"/>
          <w:szCs w:val="20"/>
        </w:rPr>
        <w:t>,</w:t>
      </w:r>
      <w:r w:rsidRPr="00E33BAA">
        <w:rPr>
          <w:sz w:val="20"/>
          <w:szCs w:val="20"/>
        </w:rPr>
        <w:t xml:space="preserve"> 259-281.</w:t>
      </w:r>
    </w:p>
    <w:p w:rsidR="002B7B1C" w:rsidRPr="00E33BAA" w:rsidRDefault="002B7B1C" w:rsidP="001F2E8E">
      <w:pPr>
        <w:pStyle w:val="EndNoteBibliography"/>
        <w:spacing w:after="120"/>
        <w:rPr>
          <w:sz w:val="20"/>
          <w:szCs w:val="20"/>
        </w:rPr>
      </w:pPr>
      <w:r w:rsidRPr="00E33BAA">
        <w:rPr>
          <w:sz w:val="20"/>
          <w:szCs w:val="20"/>
        </w:rPr>
        <w:t xml:space="preserve">Grumbine, R. (2012). Can you build it? Using manipulatives to assess student understanding of food-web concepts. </w:t>
      </w:r>
      <w:r w:rsidRPr="00E33BAA">
        <w:rPr>
          <w:i/>
          <w:sz w:val="20"/>
          <w:szCs w:val="20"/>
        </w:rPr>
        <w:t>American Biology Teacher,</w:t>
      </w:r>
      <w:r w:rsidRPr="00E33BAA">
        <w:rPr>
          <w:sz w:val="20"/>
          <w:szCs w:val="20"/>
        </w:rPr>
        <w:t xml:space="preserve"> 74(7)</w:t>
      </w:r>
      <w:r w:rsidRPr="00E33BAA">
        <w:rPr>
          <w:b/>
          <w:sz w:val="20"/>
          <w:szCs w:val="20"/>
        </w:rPr>
        <w:t>,</w:t>
      </w:r>
      <w:r w:rsidRPr="00E33BAA">
        <w:rPr>
          <w:sz w:val="20"/>
          <w:szCs w:val="20"/>
        </w:rPr>
        <w:t xml:space="preserve"> 518-520.</w:t>
      </w:r>
    </w:p>
    <w:p w:rsidR="00A82D25" w:rsidRPr="000F28B4" w:rsidRDefault="00F53AB2" w:rsidP="001F2E8E">
      <w:pPr>
        <w:spacing w:after="120"/>
        <w:rPr>
          <w:sz w:val="20"/>
        </w:rPr>
      </w:pPr>
      <w:r w:rsidRPr="00E33BAA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0"/>
      <w:foot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5C1" w:rsidRDefault="003235C1" w:rsidP="000B473B">
      <w:r>
        <w:separator/>
      </w:r>
    </w:p>
  </w:endnote>
  <w:endnote w:type="continuationSeparator" w:id="0">
    <w:p w:rsidR="003235C1" w:rsidRDefault="003235C1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54A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C5D09">
      <w:rPr>
        <w:noProof/>
      </w:rPr>
      <w:t>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A82D25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972187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72E3666" wp14:editId="12E9907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6CA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C5D09">
      <w:rPr>
        <w:noProof/>
      </w:rPr>
      <w:t>2</w:t>
    </w:r>
    <w:r>
      <w:rPr>
        <w:noProof/>
      </w:rPr>
      <w:fldChar w:fldCharType="end"/>
    </w:r>
  </w:p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5C1" w:rsidRDefault="003235C1" w:rsidP="000B473B">
      <w:r>
        <w:separator/>
      </w:r>
    </w:p>
  </w:footnote>
  <w:footnote w:type="continuationSeparator" w:id="0">
    <w:p w:rsidR="003235C1" w:rsidRDefault="003235C1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C005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F60C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235C1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8B4"/>
    <w:rsid w:val="00142613"/>
    <w:rsid w:val="00144DA7"/>
    <w:rsid w:val="0015356E"/>
    <w:rsid w:val="00161D3F"/>
    <w:rsid w:val="001915D4"/>
    <w:rsid w:val="00194675"/>
    <w:rsid w:val="001A1FED"/>
    <w:rsid w:val="001A3D3E"/>
    <w:rsid w:val="001A40E2"/>
    <w:rsid w:val="001C4334"/>
    <w:rsid w:val="001C4805"/>
    <w:rsid w:val="001D50FC"/>
    <w:rsid w:val="001F2E8E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7B1C"/>
    <w:rsid w:val="002C22EA"/>
    <w:rsid w:val="002C59BA"/>
    <w:rsid w:val="002F41B2"/>
    <w:rsid w:val="00301AA9"/>
    <w:rsid w:val="003117F6"/>
    <w:rsid w:val="003235C1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032EA"/>
    <w:rsid w:val="00430C1F"/>
    <w:rsid w:val="00442595"/>
    <w:rsid w:val="0045323E"/>
    <w:rsid w:val="004B0EE1"/>
    <w:rsid w:val="004D0D83"/>
    <w:rsid w:val="004E1DF1"/>
    <w:rsid w:val="004E5592"/>
    <w:rsid w:val="0050055B"/>
    <w:rsid w:val="00524710"/>
    <w:rsid w:val="005543A0"/>
    <w:rsid w:val="00555342"/>
    <w:rsid w:val="005560E2"/>
    <w:rsid w:val="005908A7"/>
    <w:rsid w:val="005A452E"/>
    <w:rsid w:val="005A6EE7"/>
    <w:rsid w:val="005E07F2"/>
    <w:rsid w:val="005F1A7B"/>
    <w:rsid w:val="006355D8"/>
    <w:rsid w:val="00642ECD"/>
    <w:rsid w:val="006502A0"/>
    <w:rsid w:val="006513D3"/>
    <w:rsid w:val="006772F5"/>
    <w:rsid w:val="006A4440"/>
    <w:rsid w:val="006B0615"/>
    <w:rsid w:val="006B1690"/>
    <w:rsid w:val="006D166B"/>
    <w:rsid w:val="006F3279"/>
    <w:rsid w:val="00704AEE"/>
    <w:rsid w:val="00722F9A"/>
    <w:rsid w:val="00725106"/>
    <w:rsid w:val="00754539"/>
    <w:rsid w:val="00781BC6"/>
    <w:rsid w:val="007A3C86"/>
    <w:rsid w:val="007A683E"/>
    <w:rsid w:val="007A748B"/>
    <w:rsid w:val="007D1D65"/>
    <w:rsid w:val="007E0A9E"/>
    <w:rsid w:val="007E5309"/>
    <w:rsid w:val="00800549"/>
    <w:rsid w:val="00800DE1"/>
    <w:rsid w:val="00806B12"/>
    <w:rsid w:val="00813F47"/>
    <w:rsid w:val="008450D6"/>
    <w:rsid w:val="00856FCA"/>
    <w:rsid w:val="0087028F"/>
    <w:rsid w:val="00873B8C"/>
    <w:rsid w:val="00880E3B"/>
    <w:rsid w:val="008A1987"/>
    <w:rsid w:val="008A405F"/>
    <w:rsid w:val="008C7F34"/>
    <w:rsid w:val="008E580C"/>
    <w:rsid w:val="0090047A"/>
    <w:rsid w:val="00905FF1"/>
    <w:rsid w:val="009158ED"/>
    <w:rsid w:val="00925026"/>
    <w:rsid w:val="00931264"/>
    <w:rsid w:val="00942A4B"/>
    <w:rsid w:val="00961D59"/>
    <w:rsid w:val="00972187"/>
    <w:rsid w:val="009B2D55"/>
    <w:rsid w:val="009C0343"/>
    <w:rsid w:val="009C4E6F"/>
    <w:rsid w:val="009C5D09"/>
    <w:rsid w:val="009E0D11"/>
    <w:rsid w:val="00A24A16"/>
    <w:rsid w:val="00A34243"/>
    <w:rsid w:val="00A37D14"/>
    <w:rsid w:val="00A6111E"/>
    <w:rsid w:val="00A6168B"/>
    <w:rsid w:val="00A62028"/>
    <w:rsid w:val="00A82D25"/>
    <w:rsid w:val="00AA6236"/>
    <w:rsid w:val="00AB6AE7"/>
    <w:rsid w:val="00AD21F5"/>
    <w:rsid w:val="00AF16AF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70BA8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172C6"/>
    <w:rsid w:val="00E24309"/>
    <w:rsid w:val="00E33BAA"/>
    <w:rsid w:val="00E53D82"/>
    <w:rsid w:val="00E610E5"/>
    <w:rsid w:val="00E9330A"/>
    <w:rsid w:val="00EE6B97"/>
    <w:rsid w:val="00F12C3B"/>
    <w:rsid w:val="00F26884"/>
    <w:rsid w:val="00F53AB2"/>
    <w:rsid w:val="00F72ECC"/>
    <w:rsid w:val="00F76BA4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1B81D9"/>
  <w15:docId w15:val="{6A03FB93-C276-4886-90B9-1563A684B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53AB2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53AB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53AB2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53AB2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template_biology_item_response.dotx</Template>
  <TotalTime>80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15</cp:revision>
  <cp:lastPrinted>2017-02-24T16:20:00Z</cp:lastPrinted>
  <dcterms:created xsi:type="dcterms:W3CDTF">2019-03-07T10:28:00Z</dcterms:created>
  <dcterms:modified xsi:type="dcterms:W3CDTF">2019-03-07T15:22:00Z</dcterms:modified>
</cp:coreProperties>
</file>